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791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1.550003pt;margin-top:.186003pt;width:79.62pt;height:53.04pt;mso-position-horizontal-relative:page;mso-position-vertical-relative:paragraph;z-index:-371" coordorigin="1431,4" coordsize="1592,1061">
            <v:group style="position:absolute;left:2336;top:186;width:118;height:110" coordorigin="2336,186" coordsize="118,110">
              <v:shape style="position:absolute;left:2336;top:186;width:118;height:110" coordorigin="2336,186" coordsize="118,110" path="m2336,228l2382,228,2396,186,2410,228,2454,228,2418,254,2432,296,2396,270,2360,296,2374,254,2336,228e" filled="f" stroked="t" strokeweight=".432pt" strokecolor="#000000">
                <v:path arrowok="t"/>
              </v:shape>
            </v:group>
            <v:group style="position:absolute;left:2000;top:186;width:115;height:110" coordorigin="2000,186" coordsize="115,110">
              <v:shape style="position:absolute;left:2000;top:186;width:115;height:110" coordorigin="2000,186" coordsize="115,110" path="m2000,228l2045,228,2058,186,2072,228,2116,228,2082,254,2094,296,2058,270,2022,296,2036,254,2000,228e" filled="f" stroked="t" strokeweight=".432pt" strokecolor="#000000">
                <v:path arrowok="t"/>
              </v:shape>
            </v:group>
            <v:group style="position:absolute;left:2170;top:141;width:115;height:112" coordorigin="2170,141" coordsize="115,112">
              <v:shape style="position:absolute;left:2170;top:141;width:115;height:112" coordorigin="2170,141" coordsize="115,112" path="m2170,183l2214,183,2227,141,2240,183,2285,183,2249,211,2263,253,2227,226,2191,253,2206,211,2170,183e" filled="f" stroked="t" strokeweight=".432pt" strokecolor="#000000">
                <v:path arrowok="t"/>
              </v:shape>
            </v:group>
            <v:group style="position:absolute;left:2462;top:310;width:115;height:109" coordorigin="2462,310" coordsize="115,109">
              <v:shape style="position:absolute;left:2462;top:310;width:115;height:109" coordorigin="2462,310" coordsize="115,109" path="m2462,352l2507,352,2520,310,2534,352,2578,352,2544,378,2556,420,2520,396,2484,420,2498,378,2462,352e" filled="f" stroked="t" strokeweight=".432pt" strokecolor="#000000">
                <v:path arrowok="t"/>
              </v:shape>
            </v:group>
            <v:group style="position:absolute;left:2506;top:478;width:116;height:110" coordorigin="2506,478" coordsize="116,110">
              <v:shape style="position:absolute;left:2506;top:478;width:116;height:110" coordorigin="2506,478" coordsize="116,110" path="m2506,520l2551,520,2566,478,2578,520,2622,520,2587,547,2599,589,2566,562,2530,589,2542,547,2506,520e" filled="f" stroked="t" strokeweight=".432pt" strokecolor="#000000">
                <v:path arrowok="t"/>
              </v:shape>
            </v:group>
            <v:group style="position:absolute;left:2462;top:648;width:115;height:109" coordorigin="2462,648" coordsize="115,109">
              <v:shape style="position:absolute;left:2462;top:648;width:115;height:109" coordorigin="2462,648" coordsize="115,109" path="m2462,690l2507,690,2520,648,2534,690,2578,690,2544,715,2556,757,2520,730,2484,757,2498,715,2462,690e" filled="f" stroked="t" strokeweight=".432pt" strokecolor="#000000">
                <v:path arrowok="t"/>
              </v:shape>
            </v:group>
            <v:group style="position:absolute;left:2336;top:771;width:118;height:109" coordorigin="2336,771" coordsize="118,109">
              <v:shape style="position:absolute;left:2336;top:771;width:118;height:109" coordorigin="2336,771" coordsize="118,109" path="m2336,813l2382,813,2396,771,2410,813,2454,813,2418,840,2432,880,2396,855,2360,880,2374,840,2336,813e" filled="f" stroked="t" strokeweight=".432pt" strokecolor="#000000">
                <v:path arrowok="t"/>
              </v:shape>
            </v:group>
            <v:group style="position:absolute;left:2170;top:814;width:115;height:112" coordorigin="2170,814" coordsize="115,112">
              <v:shape style="position:absolute;left:2170;top:814;width:115;height:112" coordorigin="2170,814" coordsize="115,112" path="m2170,856l2214,856,2227,814,2240,856,2285,856,2249,884,2263,926,2227,900,2191,926,2206,884,2170,856e" filled="f" stroked="t" strokeweight=".432pt" strokecolor="#000000">
                <v:path arrowok="t"/>
              </v:shape>
            </v:group>
            <v:group style="position:absolute;left:2000;top:771;width:115;height:109" coordorigin="2000,771" coordsize="115,109">
              <v:shape style="position:absolute;left:2000;top:771;width:115;height:109" coordorigin="2000,771" coordsize="115,109" path="m2000,813l2045,813,2058,771,2072,813,2116,813,2082,840,2094,880,2058,855,2022,880,2036,840,2000,813e" filled="f" stroked="t" strokeweight=".432pt" strokecolor="#000000">
                <v:path arrowok="t"/>
              </v:shape>
            </v:group>
            <v:group style="position:absolute;left:1877;top:648;width:115;height:109" coordorigin="1877,648" coordsize="115,109">
              <v:shape style="position:absolute;left:1877;top:648;width:115;height:109" coordorigin="1877,648" coordsize="115,109" path="m1877,690l1920,690,1934,648,1948,690,1992,690,1956,715,1970,757,1934,730,1898,757,1912,715,1877,690e" filled="f" stroked="t" strokeweight=".432pt" strokecolor="#000000">
                <v:path arrowok="t"/>
              </v:shape>
            </v:group>
            <v:group style="position:absolute;left:1831;top:478;width:116;height:110" coordorigin="1831,478" coordsize="116,110">
              <v:shape style="position:absolute;left:1831;top:478;width:116;height:110" coordorigin="1831,478" coordsize="116,110" path="m1831,520l1877,520,1891,478,1903,520,1948,520,1913,547,1926,589,1891,562,1855,589,1867,547,1831,520e" filled="f" stroked="t" strokeweight=".432pt" strokecolor="#000000">
                <v:path arrowok="t"/>
              </v:shape>
            </v:group>
            <v:group style="position:absolute;left:1877;top:310;width:115;height:109" coordorigin="1877,310" coordsize="115,109">
              <v:shape style="position:absolute;left:1877;top:310;width:115;height:109" coordorigin="1877,310" coordsize="115,109" path="m1877,352l1920,352,1934,310,1948,352,1992,352,1956,378,1970,420,1934,396,1898,420,1912,378,1877,352e" filled="f" stroked="t" strokeweight=".432pt" strokecolor="#000000">
                <v:path arrowok="t"/>
              </v:shape>
            </v:group>
            <v:group style="position:absolute;left:1469;top:28;width:1517;height:1009" coordorigin="1469,28" coordsize="1517,1009">
              <v:shape style="position:absolute;left:1469;top:28;width:1517;height:1009" coordorigin="1469,28" coordsize="1517,1009" path="m1469,28l2986,28,2986,1038,1469,1038,1469,28xe" filled="f" stroked="t" strokeweight=".649pt" strokecolor="#000000">
                <v:path arrowok="t"/>
              </v:shape>
            </v:group>
            <v:group style="position:absolute;left:1432;top:4;width:1591;height:1060" coordorigin="1432,4" coordsize="1591,1060">
              <v:shape style="position:absolute;left:1432;top:4;width:1591;height:1060" coordorigin="1432,4" coordsize="1591,1060" path="m1432,4l3023,4,3023,1064,1432,1064,1432,4xe" filled="f" stroked="t" strokeweight=".06pt" strokecolor="#FFFFF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7pt;margin-top:-43.283997pt;width:13pt;height:9pt;mso-position-horizontal-relative:page;mso-position-vertical-relative:paragraph;z-index:-370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ROPEAN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COM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SION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71" w:after="0" w:line="240" w:lineRule="auto"/>
        <w:ind w:left="3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Ref.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Ares(2012)951851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07/08/2012</w:t>
      </w:r>
    </w:p>
    <w:p>
      <w:pPr>
        <w:jc w:val="left"/>
        <w:spacing w:after="0"/>
        <w:sectPr>
          <w:type w:val="continuous"/>
          <w:pgSz w:w="11920" w:h="16840"/>
          <w:pgMar w:top="560" w:bottom="280" w:left="460" w:right="380"/>
          <w:cols w:num="2" w:equalWidth="0">
            <w:col w:w="5786" w:space="1894"/>
            <w:col w:w="3400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6086" w:right="278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russe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</w:rPr>
        <w:t>[…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(2012)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XXX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draft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554" w:lineRule="auto"/>
        <w:ind w:left="2117" w:right="212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…/..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XXX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3" w:after="0" w:line="240" w:lineRule="auto"/>
        <w:ind w:left="968" w:right="97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ccor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Council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4181" w:right="418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51" w:lineRule="exact"/>
        <w:ind w:left="108" w:right="-20"/>
        <w:jc w:val="left"/>
        <w:tabs>
          <w:tab w:pos="10200" w:val="left"/>
        </w:tabs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00"/>
          <w:b/>
          <w:bCs/>
          <w:position w:val="-1"/>
        </w:rPr>
        <w:t>EN</w:t>
        <w:tab/>
      </w:r>
      <w:r>
        <w:rPr>
          <w:rFonts w:ascii="Arial" w:hAnsi="Arial" w:cs="Arial" w:eastAsia="Arial"/>
          <w:sz w:val="48"/>
          <w:szCs w:val="48"/>
          <w:spacing w:val="0"/>
          <w:w w:val="100"/>
          <w:b/>
          <w:bCs/>
          <w:position w:val="-1"/>
        </w:rPr>
        <w:t>EN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60" w:bottom="280" w:left="460" w:right="380"/>
        </w:sectPr>
      </w:pPr>
      <w:rPr/>
    </w:p>
    <w:p>
      <w:pPr>
        <w:spacing w:before="73" w:after="0" w:line="553" w:lineRule="auto"/>
        <w:ind w:left="2102" w:right="208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IMPLEMENT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…/..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XXX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40" w:lineRule="auto"/>
        <w:ind w:left="1717" w:right="169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157" w:right="413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57" w:right="65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COMMISSION,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57" w:right="311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unctioning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Union,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exact"/>
        <w:ind w:left="957" w:right="88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Having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arlia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Council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5(2)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thereof,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57" w:right="19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consulting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Electronic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Communications,</w:t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7" w:right="906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Whereas: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9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Firstly,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iders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enable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voice,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consistent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neous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across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dopt,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enting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acts,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odalities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eeting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nted,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7" w:right="695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10.191342pt;width:144pt;height:.1pt;mso-position-horizontal-relative:page;mso-position-vertical-relative:paragraph;z-index:-369" coordorigin="1417,-204" coordsize="2880,2">
            <v:shape style="position:absolute;left:1417;top:-204;width:2880;height:2" coordorigin="1417,-204" coordsize="2880,0" path="m1417,-204l4297,-20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                 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</w:p>
    <w:p>
      <w:pPr>
        <w:jc w:val="both"/>
        <w:spacing w:after="0"/>
        <w:sectPr>
          <w:pgNumType w:start="2"/>
          <w:pgMar w:footer="1002" w:header="0" w:top="1420" w:bottom="1200" w:left="460" w:right="460"/>
          <w:footerReference w:type="default" r:id="rId8"/>
          <w:pgSz w:w="11920" w:h="16840"/>
        </w:sectPr>
      </w:pPr>
      <w:rPr/>
    </w:p>
    <w:p>
      <w:pPr>
        <w:spacing w:before="70" w:after="0" w:line="240" w:lineRule="auto"/>
        <w:ind w:left="1666" w:right="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deploy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referred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enables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arrange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everal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odalities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Subscriber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(dual-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(two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nically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resells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preferably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recover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discounts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purchased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(MNO)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aggregators.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cordingly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transaction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levied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(8)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Regulators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Electronic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carried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lutions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5" w:after="0" w:line="240" w:lineRule="auto"/>
        <w:ind w:left="1666" w:right="8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BEREC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dual-IMSI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standardisation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overhead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upgrading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cards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dual-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al-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fails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cost-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effective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er-friendly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services.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9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(9)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pears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(h),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(i),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(j),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(k)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ied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odalities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-friendly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Thirdly,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bottlenecks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icular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MNOs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already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(MVNOs)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sellers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growth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corresponding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ulated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providing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upport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MVNOs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already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MVNOs.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5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(10)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efficie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ngle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etition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hanced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erence.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rtionate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benefits.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enhanced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chnical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single-IMSI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orm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sidered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(11)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Neither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dality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particular,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dalities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lution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rovide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ability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(12)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ntation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configura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evented.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3" w:after="0" w:line="240" w:lineRule="auto"/>
        <w:ind w:left="957" w:right="-20"/>
        <w:jc w:val="left"/>
        <w:tabs>
          <w:tab w:pos="16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8.041343pt;width:144pt;height:.1pt;mso-position-horizontal-relative:page;mso-position-vertical-relative:paragraph;z-index:-368" coordorigin="1417,-161" coordsize="2880,2">
            <v:shape style="position:absolute;left:1417;top:-161;width:2880;height:2" coordorigin="1417,-161" coordsize="2880,0" path="m1417,-161l4297,-161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ab/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Refer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1"/>
          <w:w w:val="1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nce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final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BEREC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docu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2"/>
          <w:w w:val="1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-1"/>
          <w:w w:val="1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highlight w:val="yellow"/>
          <w:spacing w:val="0"/>
          <w:w w:val="100"/>
          <w:position w:val="0"/>
        </w:rPr>
        <w:t>available.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1002" w:top="1020" w:bottom="1200" w:left="460" w:right="460"/>
          <w:pgSz w:w="11920" w:h="16840"/>
        </w:sectPr>
      </w:pPr>
      <w:rPr/>
    </w:p>
    <w:p>
      <w:pPr>
        <w:spacing w:before="70" w:after="0" w:line="240" w:lineRule="auto"/>
        <w:ind w:left="1666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domestic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echnically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8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(13)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hand,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ategories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competiti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cost-oriented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despite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unreali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heavy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(14)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rrently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radio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already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handle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routing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dustry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ractice,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(15)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porary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travelling,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offered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country,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e-network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sessions.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Instead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wireless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laptop,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abroad.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Voice,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(16)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e.g.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reseller,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footprint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country.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(17)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irements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interrupt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ongoing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9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(18)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Whereas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plistic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user-friendliness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settings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depending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popularity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arket-ba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enhanced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user-friendliness.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er-friendliness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ibility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disconnect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instantaneou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xploit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arrangements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BEREC,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quickly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cost-effective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incurred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iders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portion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ll-o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degree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interoperability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already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(19)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allowing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herefore,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criterion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(e)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531/2012,.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attracted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89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odalities,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5(3)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neither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fully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ey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entary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bination.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1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(21)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carried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shortest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depending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chosen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modalities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0" w:after="0" w:line="240" w:lineRule="auto"/>
        <w:ind w:left="1666" w:right="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exceeds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established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porary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abroad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carried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instantaneously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0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(22)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4(4)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communicating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awareness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consumers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arkets.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66" w:right="892" w:firstLine="-709"/>
        <w:jc w:val="both"/>
        <w:tabs>
          <w:tab w:pos="1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(23)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easures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rdance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mmittee,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57" w:right="60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159" w:right="413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Subject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scope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57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57" w:right="8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lays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896" w:right="487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57" w:right="292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apply:</w:t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807" w:right="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ailbox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device;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0" w:after="0" w:line="240" w:lineRule="auto"/>
        <w:ind w:left="1807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porarily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anently,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EU-Internet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(APN)'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tifier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atically,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recognised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raffic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eering'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(5)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barring'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unction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personally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adequa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unchanged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stored.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17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23" w:right="130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bundle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enabling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ulated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deploy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alia: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397" w:right="892" w:firstLine="-600"/>
        <w:jc w:val="left"/>
        <w:tabs>
          <w:tab w:pos="2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</w:p>
    <w:p>
      <w:pPr>
        <w:jc w:val="left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0" w:after="0" w:line="240" w:lineRule="auto"/>
        <w:ind w:left="2397" w:right="891" w:firstLine="-600"/>
        <w:jc w:val="both"/>
        <w:tabs>
          <w:tab w:pos="2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real-ti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-paid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ers,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397" w:right="891" w:firstLine="-600"/>
        <w:jc w:val="both"/>
        <w:tabs>
          <w:tab w:pos="2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financial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0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operating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requests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531/2012.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collaborate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80" w:right="95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modality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reventing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accessing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ulated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terrestrial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isioning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alia: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1" w:firstLine="-568"/>
        <w:jc w:val="both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acilities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cessary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tween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0" w:firstLine="-568"/>
        <w:jc w:val="both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allowing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0" w:firstLine="-568"/>
        <w:jc w:val="both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acilities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uring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affic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steering,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barring,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echanis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choice;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0" w:after="0" w:line="240" w:lineRule="auto"/>
        <w:ind w:left="2485" w:right="892" w:firstLine="-568"/>
        <w:jc w:val="both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acilities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suring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disconnected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visited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traffic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echani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3" w:firstLine="-568"/>
        <w:jc w:val="both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acilities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lowing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(4)and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0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requests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aining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collaborate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2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collaborate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temporary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instantaneously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89" w:right="106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impleme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957" w:right="8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terrestri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ulativ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odality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278" w:right="425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Contractual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19" w:right="896"/>
        <w:jc w:val="center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racts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concluded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renewed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</w:p>
    <w:p>
      <w:pPr>
        <w:spacing w:before="0" w:after="0" w:line="240" w:lineRule="auto"/>
        <w:ind w:left="1807" w:right="8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particular: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-20"/>
        <w:jc w:val="left"/>
        <w:tabs>
          <w:tab w:pos="2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switch,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-20"/>
        <w:jc w:val="left"/>
        <w:tabs>
          <w:tab w:pos="2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recipient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stic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</w:p>
    <w:p>
      <w:pPr>
        <w:jc w:val="both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72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19" w:right="159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Customer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regulated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7" w:right="891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3" w:firstLine="-568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taken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0" w:firstLine="-568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17" w:right="-20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endments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</w:p>
    <w:p>
      <w:pPr>
        <w:spacing w:before="0" w:after="0" w:line="240" w:lineRule="auto"/>
        <w:ind w:left="248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2" w:firstLine="-568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rnative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2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estic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3" w:firstLine="-568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taken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5" w:right="890" w:firstLine="-568"/>
        <w:jc w:val="left"/>
        <w:tabs>
          <w:tab w:pos="2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79" w:right="1755"/>
        <w:jc w:val="center"/>
        <w:tabs>
          <w:tab w:pos="24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agraph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renewal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explicitly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807" w:right="893" w:firstLine="-850"/>
        <w:jc w:val="both"/>
        <w:tabs>
          <w:tab w:pos="1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referred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paragraphs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paper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clear,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hensible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7" w:right="89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39" w:right="501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636" w:right="461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57" w:right="89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twenti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publication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Official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Journal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European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2022.</w:t>
      </w:r>
    </w:p>
    <w:p>
      <w:pPr>
        <w:jc w:val="left"/>
        <w:spacing w:after="0"/>
        <w:sectPr>
          <w:pgMar w:header="0" w:footer="1002" w:top="1060" w:bottom="1200" w:left="460" w:right="460"/>
          <w:pgSz w:w="11920" w:h="16840"/>
        </w:sectPr>
      </w:pPr>
      <w:rPr/>
    </w:p>
    <w:p>
      <w:pPr>
        <w:spacing w:before="66" w:after="0" w:line="448" w:lineRule="auto"/>
        <w:ind w:left="957" w:right="11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Brussels,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168" w:right="375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171" w:right="437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header="0" w:footer="1002" w:top="1580" w:bottom="1200" w:left="460" w:right="46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379999pt;margin-top:780.912048pt;width:35.355202pt;height:26pt;mso-position-horizontal-relative:page;mso-position-vertical-relative:page;z-index:-371" type="#_x0000_t202" filled="f" stroked="f">
          <v:textbox inset="0,0,0,0">
            <w:txbxContent>
              <w:p>
                <w:pPr>
                  <w:spacing w:before="0" w:after="0" w:line="511" w:lineRule="exact"/>
                  <w:ind w:left="20" w:right="-92"/>
                  <w:jc w:val="left"/>
                  <w:rPr>
                    <w:rFonts w:ascii="Arial" w:hAnsi="Arial" w:cs="Arial" w:eastAsia="Arial"/>
                    <w:sz w:val="48"/>
                    <w:szCs w:val="48"/>
                  </w:rPr>
                </w:pPr>
                <w:rPr/>
                <w:r>
                  <w:rPr>
                    <w:rFonts w:ascii="Arial" w:hAnsi="Arial" w:cs="Arial" w:eastAsia="Arial"/>
                    <w:sz w:val="48"/>
                    <w:szCs w:val="48"/>
                    <w:spacing w:val="0"/>
                    <w:w w:val="100"/>
                    <w:b/>
                    <w:bCs/>
                  </w:rPr>
                  <w:t>EN</w:t>
                </w:r>
                <w:r>
                  <w:rPr>
                    <w:rFonts w:ascii="Arial" w:hAnsi="Arial" w:cs="Arial" w:eastAsia="Arial"/>
                    <w:sz w:val="48"/>
                    <w:szCs w:val="48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2.580017pt;margin-top:780.912048pt;width:35.355202pt;height:26pt;mso-position-horizontal-relative:page;mso-position-vertical-relative:page;z-index:-370" type="#_x0000_t202" filled="f" stroked="f">
          <v:textbox inset="0,0,0,0">
            <w:txbxContent>
              <w:p>
                <w:pPr>
                  <w:spacing w:before="0" w:after="0" w:line="511" w:lineRule="exact"/>
                  <w:ind w:left="20" w:right="-92"/>
                  <w:jc w:val="left"/>
                  <w:rPr>
                    <w:rFonts w:ascii="Arial" w:hAnsi="Arial" w:cs="Arial" w:eastAsia="Arial"/>
                    <w:sz w:val="48"/>
                    <w:szCs w:val="48"/>
                  </w:rPr>
                </w:pPr>
                <w:rPr/>
                <w:r>
                  <w:rPr>
                    <w:rFonts w:ascii="Arial" w:hAnsi="Arial" w:cs="Arial" w:eastAsia="Arial"/>
                    <w:sz w:val="48"/>
                    <w:szCs w:val="48"/>
                    <w:spacing w:val="0"/>
                    <w:w w:val="100"/>
                    <w:b/>
                    <w:bCs/>
                  </w:rPr>
                  <w:t>EN</w:t>
                </w:r>
                <w:r>
                  <w:rPr>
                    <w:rFonts w:ascii="Arial" w:hAnsi="Arial" w:cs="Arial" w:eastAsia="Arial"/>
                    <w:sz w:val="48"/>
                    <w:szCs w:val="48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00006pt;margin-top:790.703491pt;width:16.000001pt;height:14pt;mso-position-horizontal-relative:page;mso-position-vertical-relative:page;z-index:-369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linarra</dc:creator>
  <dcterms:created xsi:type="dcterms:W3CDTF">2012-08-10T09:32:28Z</dcterms:created>
  <dcterms:modified xsi:type="dcterms:W3CDTF">2012-08-10T09:32:28Z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2012-08-07T00:00:00Z</vt:filetime>
  </property>
  <property fmtid="{D5CDD505-2E9C-101B-9397-08002B2CF9AE}" pid="3" name="LastSaved">
    <vt:filetime>2012-08-10T00:00:00Z</vt:filetime>
  </property>
</Properties>
</file>